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0C9C4" w14:textId="77777777" w:rsidR="005F0405" w:rsidRPr="00AA6637" w:rsidRDefault="005F0405" w:rsidP="005F0405">
      <w:pPr>
        <w:pStyle w:val="berschrift1"/>
      </w:pPr>
      <w:r>
        <w:t>Signieren einer Nachricht</w:t>
      </w:r>
      <w:r w:rsidRPr="003424E7">
        <w:rPr>
          <w:rStyle w:val="Funotenzeichen"/>
          <w:i/>
        </w:rPr>
        <w:t xml:space="preserve"> </w:t>
      </w:r>
      <w:r>
        <w:rPr>
          <w:rStyle w:val="Funotenzeichen"/>
          <w:i/>
        </w:rPr>
        <w:footnoteReference w:id="1"/>
      </w:r>
      <w:r>
        <w:t xml:space="preserve"> </w:t>
      </w:r>
    </w:p>
    <w:p w14:paraId="08D96832" w14:textId="4AA40716" w:rsidR="005F0405" w:rsidRDefault="005F0405" w:rsidP="005F0405">
      <w:pPr>
        <w:pStyle w:val="Listenabsatz"/>
        <w:numPr>
          <w:ilvl w:val="0"/>
          <w:numId w:val="27"/>
        </w:numPr>
        <w:spacing w:after="160" w:line="259" w:lineRule="auto"/>
        <w:ind w:left="340" w:hanging="340"/>
      </w:pPr>
      <w:r>
        <w:t>Kopiere</w:t>
      </w:r>
      <w:r>
        <w:t>n</w:t>
      </w:r>
      <w:r>
        <w:t xml:space="preserve"> oder erstelle</w:t>
      </w:r>
      <w:r>
        <w:t>n Sie</w:t>
      </w:r>
      <w:r>
        <w:t xml:space="preserve"> die Nachricht in d</w:t>
      </w:r>
      <w:r>
        <w:t>ie</w:t>
      </w:r>
      <w:r>
        <w:t xml:space="preserve"> Zwischenablage wie beim Verschlüsseln.</w:t>
      </w:r>
    </w:p>
    <w:p w14:paraId="177EF080" w14:textId="6370384A" w:rsidR="005F0405" w:rsidRDefault="005F0405" w:rsidP="005F0405">
      <w:pPr>
        <w:pStyle w:val="Listenabsatz"/>
        <w:keepNext/>
        <w:numPr>
          <w:ilvl w:val="0"/>
          <w:numId w:val="27"/>
        </w:numPr>
        <w:spacing w:after="160" w:line="259" w:lineRule="auto"/>
        <w:ind w:left="340" w:hanging="3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84439A" wp14:editId="0602005C">
                <wp:simplePos x="0" y="0"/>
                <wp:positionH relativeFrom="column">
                  <wp:posOffset>1779795</wp:posOffset>
                </wp:positionH>
                <wp:positionV relativeFrom="paragraph">
                  <wp:posOffset>188016</wp:posOffset>
                </wp:positionV>
                <wp:extent cx="850789" cy="461176"/>
                <wp:effectExtent l="0" t="0" r="83185" b="53340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0789" cy="46117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E6B9E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03E4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" o:spid="_x0000_s1026" type="#_x0000_t32" style="position:absolute;margin-left:140.15pt;margin-top:14.8pt;width:67pt;height:36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TQM+gEAADsEAAAOAAAAZHJzL2Uyb0RvYy54bWysU8tu2zAQvBfoPxC815Ls1HEMywHqOLkU&#10;rZG2udPUUiLAF5aMH39fkpKVvoAAQS+UltyZ3RkuV7cnrcgB0EtralpNSkrAcNtI09b0x/f7DwtK&#10;fGCmYcoaqOkZPL1dv3+3OrolTG1nVQNIIonxy6OraReCWxaF5x1o5ifWgYmHwqJmIYbYFg2yY2TX&#10;qpiW5bw4WmwcWg7ex927/pCuM78QwMNXITwEomoaewt5xbzu01qsV2zZInOd5EMb7A1daCZNLDpS&#10;3bHAyDPKv6i05Gi9FWHCrS6sEJJD1hDVVOUfar51zEHWEs3xbrTJ/z9a/uWwQyKbms4oMUzHK3oA&#10;ZA2QJ8C9NM2zaYmWgewESEVmybCj88uI25gdDpF3O0zqTwJ1+kZd5JRNPo8mwykQHjcXH8vrxQ0l&#10;PB5dzavqep44ixewQx8ewGqSfmrqAzLZdmFjjYnXabHKRrPDZx964AWQKiuTVm+VbO6lUjnAdr9R&#10;SA4szsDVdv7pZjtU/C0tMKm2piHh7KIJASUzrYIhM9EWSXevNP+Fs4K+5COIaGHUNsut5eGFsSTj&#10;HEy4qFQmZieYiO2NwPJ14JCfoJAHewRPXwePiFzZmjCCtTQW/0UQTtUgXvT5Fwd63cmCvW3OeQay&#10;NXFC8z0Oryk9gV/jDH958+ufAAAA//8DAFBLAwQUAAYACAAAACEAWeMnLOAAAAAKAQAADwAAAGRy&#10;cy9kb3ducmV2LnhtbEyPTUvDQBCG74L/YRnBm90khtLGbIoUihVBaCrocZudboLZ2ZDdtvHfO57q&#10;bT4e3nmmXE2uF2ccQ+dJQTpLQCA13nRkFXzsNw8LECFqMrr3hAp+MMCqur0pdWH8hXZ4rqMVHEKh&#10;0AraGIdCytC06HSY+QGJd0c/Oh25Ha00o75wuOtlliRz6XRHfKHVA65bbL7rk1Pwsj2mtH7d1p/L&#10;ze7Nvtc57u2XUvd30/MTiIhTvMLwp8/qULHTwZ/IBNEryBbJI6NcLOcgGMjTnAcHJpMsA1mV8v8L&#10;1S8AAAD//wMAUEsBAi0AFAAGAAgAAAAhALaDOJL+AAAA4QEAABMAAAAAAAAAAAAAAAAAAAAAAFtD&#10;b250ZW50X1R5cGVzXS54bWxQSwECLQAUAAYACAAAACEAOP0h/9YAAACUAQAACwAAAAAAAAAAAAAA&#10;AAAvAQAAX3JlbHMvLnJlbHNQSwECLQAUAAYACAAAACEA7700DPoBAAA7BAAADgAAAAAAAAAAAAAA&#10;AAAuAgAAZHJzL2Uyb0RvYy54bWxQSwECLQAUAAYACAAAACEAWeMnLOAAAAAKAQAADwAAAAAAAAAA&#10;AAAAAABUBAAAZHJzL2Rvd25yZXYueG1sUEsFBgAAAAAEAAQA8wAAAGEFAAAAAA==&#10;" strokecolor="#4e6b9e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33D4125" wp14:editId="2FF8F3BF">
            <wp:simplePos x="0" y="0"/>
            <wp:positionH relativeFrom="margin">
              <wp:posOffset>695325</wp:posOffset>
            </wp:positionH>
            <wp:positionV relativeFrom="paragraph">
              <wp:posOffset>274955</wp:posOffset>
            </wp:positionV>
            <wp:extent cx="4372610" cy="2143125"/>
            <wp:effectExtent l="0" t="0" r="8890" b="9525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261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Wähle</w:t>
      </w:r>
      <w:r>
        <w:t>n Sie</w:t>
      </w:r>
      <w:r>
        <w:t xml:space="preserve"> die Option </w:t>
      </w:r>
      <w:r w:rsidRPr="003E5301">
        <w:rPr>
          <w:i/>
          <w:iCs/>
        </w:rPr>
        <w:t>Signieren</w:t>
      </w:r>
      <w:r>
        <w:t>.</w:t>
      </w:r>
    </w:p>
    <w:p w14:paraId="7BDD2A06" w14:textId="61FBBB58" w:rsidR="005F0405" w:rsidRDefault="005F0405" w:rsidP="005F0405">
      <w:pPr>
        <w:pStyle w:val="UnterschriftINFSI"/>
        <w:ind w:left="340" w:hanging="340"/>
        <w:jc w:val="center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EF15FC">
        <w:rPr>
          <w:noProof/>
        </w:rPr>
        <w:t>1</w:t>
      </w:r>
      <w:r>
        <w:rPr>
          <w:noProof/>
        </w:rPr>
        <w:fldChar w:fldCharType="end"/>
      </w:r>
      <w:r>
        <w:t>: Option Signieren für die Zwischenablage</w:t>
      </w:r>
    </w:p>
    <w:p w14:paraId="6EA22BFA" w14:textId="72AFDA96" w:rsidR="005F0405" w:rsidRDefault="005F0405" w:rsidP="005F0405">
      <w:pPr>
        <w:pStyle w:val="Listenabsatz"/>
        <w:numPr>
          <w:ilvl w:val="0"/>
          <w:numId w:val="27"/>
        </w:numPr>
        <w:spacing w:after="160" w:line="259" w:lineRule="auto"/>
        <w:ind w:left="340" w:hanging="3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47A7B5" wp14:editId="77AD365A">
                <wp:simplePos x="0" y="0"/>
                <wp:positionH relativeFrom="margin">
                  <wp:align>center</wp:align>
                </wp:positionH>
                <wp:positionV relativeFrom="paragraph">
                  <wp:posOffset>2534920</wp:posOffset>
                </wp:positionV>
                <wp:extent cx="2868295" cy="635"/>
                <wp:effectExtent l="0" t="0" r="8255" b="0"/>
                <wp:wrapTopAndBottom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82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554466" w14:textId="47F987E0" w:rsidR="005F0405" w:rsidRPr="005370CE" w:rsidRDefault="005F0405" w:rsidP="005F0405">
                            <w:pPr>
                              <w:pStyle w:val="UnterschriftINFSI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EF15FC"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Auswahl des privaten Schlüssels für die Signatur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A47A7B5" id="_x0000_t202" coordsize="21600,21600" o:spt="202" path="m,l,21600r21600,l21600,xe">
                <v:stroke joinstyle="miter"/>
                <v:path gradientshapeok="t" o:connecttype="rect"/>
              </v:shapetype>
              <v:shape id="Textfeld 40" o:spid="_x0000_s1026" type="#_x0000_t202" style="position:absolute;left:0;text-align:left;margin-left:0;margin-top:199.6pt;width:225.85pt;height:.05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21nLQIAAF8EAAAOAAAAZHJzL2Uyb0RvYy54bWysVMFuGjEQvVfqP1i+lwXaoASxRJSIqhJK&#10;IkGVs/HarCXb49qGXfr1HXt3SZv2VPVixjPj533vjVnct0aTs/BBgS3pZDSmRFgOlbLHkn7bbz7c&#10;UhIisxXTYEVJLyLQ++X7d4vGzcUUatCV8ARBbJg3rqR1jG5eFIHXwrAwAicsFiV4wyJu/bGoPGsQ&#10;3ehiOh7PigZ85TxwEQJmH7oiXWZ8KQWPT1IGEYkuKX5bzKvP6yGtxXLB5kfPXK14/xnsH77CMGXx&#10;0ivUA4uMnLz6A8oo7iGAjCMOpgApFReZA7KZjN+w2dXMicwFxQnuKlP4f7D88fzsiapK+gnlscyg&#10;R3vRRil0RTCF+jQuzLFt57Axtp+hRZ+HfMBkot1Kb9IvEiJYR6jLVV1EIxyT09vZ7fTuhhKOtdnH&#10;m4RRvB51PsQvAgxJQUk9WpcVZedtiF3r0JJuCqBVtVFap00qrLUnZ4Y2N7WKogf/rUvb1GshneoA&#10;U6ZI/DoeKYrtoe1JH6C6IGcP3dQExzcKL9qyEJ+ZxzFBmjj68QkXqaEpKfQRJTX4H3/Lp350D6uU&#10;NDh2JQ3fT8wLSvRXi76mGR0CPwSHIbAnswakOMFH5XgO8YCPegilB/OCL2KVbsESsxzvKmkcwnXs&#10;hh9fFBerVW7CSXQsbu3O8QQ9CLpvX5h3vR0RXXyEYSDZ/I0rXW/2xa1OESXOliVBOxV7nXGKs+n9&#10;i0vP5Nd97nr9X1j+BAAA//8DAFBLAwQUAAYACAAAACEA/H45KuAAAAAIAQAADwAAAGRycy9kb3du&#10;cmV2LnhtbEyPwU7DMBBE70j8g7VIXFDrtAmFhjhVVcGBXirSXri58TYOxOvIdtrw9xgucJyd1cyb&#10;YjWajp3R+daSgNk0AYZUW9VSI+Cwf5k8AvNBkpKdJRTwhR5W5fVVIXNlL/SG5yo0LIaQz6UAHUKf&#10;c+5rjUb6qe2RoneyzsgQpWu4cvISw03H50my4Ea2FBu07HGjsf6sBiNgl73v9N1wet6us9S9HobN&#10;4qOphLi9GddPwAKO4e8ZfvAjOpSR6WgHUp51AuKQICBdLufAop3dzx6AHX8vKfCy4P8HlN8AAAD/&#10;/wMAUEsBAi0AFAAGAAgAAAAhALaDOJL+AAAA4QEAABMAAAAAAAAAAAAAAAAAAAAAAFtDb250ZW50&#10;X1R5cGVzXS54bWxQSwECLQAUAAYACAAAACEAOP0h/9YAAACUAQAACwAAAAAAAAAAAAAAAAAvAQAA&#10;X3JlbHMvLnJlbHNQSwECLQAUAAYACAAAACEA9dttZy0CAABfBAAADgAAAAAAAAAAAAAAAAAuAgAA&#10;ZHJzL2Uyb0RvYy54bWxQSwECLQAUAAYACAAAACEA/H45KuAAAAAIAQAADwAAAAAAAAAAAAAAAACH&#10;BAAAZHJzL2Rvd25yZXYueG1sUEsFBgAAAAAEAAQA8wAAAJQFAAAAAA==&#10;" stroked="f">
                <v:textbox style="mso-fit-shape-to-text:t" inset="0,0,0,0">
                  <w:txbxContent>
                    <w:p w14:paraId="7B554466" w14:textId="47F987E0" w:rsidR="005F0405" w:rsidRPr="005370CE" w:rsidRDefault="005F0405" w:rsidP="005F0405">
                      <w:pPr>
                        <w:pStyle w:val="UnterschriftINFSI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EF15FC"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Auswahl des privaten Schlüssels für die Signatur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ABAEEA" wp14:editId="6162409D">
                <wp:simplePos x="0" y="0"/>
                <wp:positionH relativeFrom="column">
                  <wp:posOffset>1327785</wp:posOffset>
                </wp:positionH>
                <wp:positionV relativeFrom="paragraph">
                  <wp:posOffset>4562475</wp:posOffset>
                </wp:positionV>
                <wp:extent cx="3098800" cy="635"/>
                <wp:effectExtent l="0" t="0" r="0" b="0"/>
                <wp:wrapTopAndBottom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88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04B5AF9" w14:textId="62F51B04" w:rsidR="005F0405" w:rsidRPr="0093771E" w:rsidRDefault="005F0405" w:rsidP="005F0405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EF15FC">
                              <w:rPr>
                                <w:noProof/>
                              </w:rPr>
                              <w:t>3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Eingabe des Passworts für den privaten Schlüssel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ABAEEA" id="Textfeld 10" o:spid="_x0000_s1027" type="#_x0000_t202" style="position:absolute;left:0;text-align:left;margin-left:104.55pt;margin-top:359.25pt;width:244pt;height: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COrLQIAAGYEAAAOAAAAZHJzL2Uyb0RvYy54bWysVMGO2jAQvVfqP1i+l4RddUUjwoqyoqqE&#10;dleCas/GcUgkx+PahoR+fZ8TwrbbnqpezHhm/Jz3nof5fddodlLO12RyPp2knCkjqajNIeffdusP&#10;M858EKYQmozK+Vl5fr94/27e2kzdUEW6UI4BxPistTmvQrBZknhZqUb4CVllUCzJNSJg6w5J4UQL&#10;9EYnN2l6l7TkCutIKu+RfRiKfNHjl6WS4aksvQpM5xzfFvrV9es+rsliLrKDE7aq5eUzxD98RSNq&#10;g0uvUA8iCHZ09R9QTS0deSrDRFKTUFnWUvUcwGaavmGzrYRVPReI4+1VJv//YOXj6dmxuoB3kMeI&#10;Bh7tVBdKpQuGFPRprc/QtrVoDN1n6tA75j2SkXZXuib+ghBDHVDnq7pAYxLJ2/TTbJaiJFG7u/0Y&#10;MZLXo9b58EVRw2KQcwfrekXFaePD0Dq2xJs86bpY11rHTSystGMnAZvbqg7qAv5blzax11A8NQDG&#10;TBL5DTxiFLp9N+gxctxTcQZ1R8Pj8Vaua9y3ET48C4fXAkqYgPCEpdTU5pwuEWcVuR9/y8d+mIgq&#10;Zy1eX87996NwijP91cBeQIYxcGOwHwNzbFYEplPMlpV9iAMu6DEsHTUvGIxlvAUlYSTuynkYw1UY&#10;ZgCDJdVy2TfhQVoRNmZrZYQedd11L8LZiysBZj7S+C5F9sacobe3xy6PAUr3zkVdBxUvcuMx995f&#10;Bi9Oy6/7vuv172HxEwAA//8DAFBLAwQUAAYACAAAACEABxwTWeEAAAALAQAADwAAAGRycy9kb3du&#10;cmV2LnhtbEyPsU7DMBCGdyTewTokFkSdlJK2IU5VVTCUpSJ0YXPjaxyI7ch22vD2PVhgvP8+/fdd&#10;sRpNx07oQ+usgHSSAENbO9XaRsD+/eV+ASxEaZXsnEUB3xhgVV5fFTJX7mzf8FTFhlGJDbkUoGPs&#10;c85DrdHIMHE9WtodnTcy0ugbrrw8U7np+DRJMm5ka+mClj1uNNZf1WAE7GYfO303HJ9f17MHv90P&#10;m+yzqYS4vRnXT8AijvEPhh99UoeSnA5usCqwTsA0WaaECpini0dgRGTLOSWH3yQDXhb8/w/lBQAA&#10;//8DAFBLAQItABQABgAIAAAAIQC2gziS/gAAAOEBAAATAAAAAAAAAAAAAAAAAAAAAABbQ29udGVu&#10;dF9UeXBlc10ueG1sUEsBAi0AFAAGAAgAAAAhADj9If/WAAAAlAEAAAsAAAAAAAAAAAAAAAAALwEA&#10;AF9yZWxzLy5yZWxzUEsBAi0AFAAGAAgAAAAhABz8I6stAgAAZgQAAA4AAAAAAAAAAAAAAAAALgIA&#10;AGRycy9lMm9Eb2MueG1sUEsBAi0AFAAGAAgAAAAhAAccE1nhAAAACwEAAA8AAAAAAAAAAAAAAAAA&#10;hwQAAGRycy9kb3ducmV2LnhtbFBLBQYAAAAABAAEAPMAAACVBQAAAAA=&#10;" stroked="f">
                <v:textbox style="mso-fit-shape-to-text:t" inset="0,0,0,0">
                  <w:txbxContent>
                    <w:p w14:paraId="104B5AF9" w14:textId="62F51B04" w:rsidR="005F0405" w:rsidRPr="0093771E" w:rsidRDefault="005F0405" w:rsidP="005F0405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EF15FC">
                        <w:rPr>
                          <w:noProof/>
                        </w:rPr>
                        <w:t>3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Eingabe des Passworts für den privaten Schlüssel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5D4B04">
        <w:rPr>
          <w:noProof/>
        </w:rPr>
        <w:drawing>
          <wp:anchor distT="0" distB="0" distL="114300" distR="114300" simplePos="0" relativeHeight="251660288" behindDoc="0" locked="0" layoutInCell="1" allowOverlap="1" wp14:anchorId="71D16199" wp14:editId="72BEEDDB">
            <wp:simplePos x="0" y="0"/>
            <wp:positionH relativeFrom="margin">
              <wp:align>center</wp:align>
            </wp:positionH>
            <wp:positionV relativeFrom="paragraph">
              <wp:posOffset>466891</wp:posOffset>
            </wp:positionV>
            <wp:extent cx="2773045" cy="2016760"/>
            <wp:effectExtent l="0" t="0" r="8255" b="2540"/>
            <wp:wrapTopAndBottom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Grafik 3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3045" cy="2016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Es öffnet sich ein neues Fenster. Wähle</w:t>
      </w:r>
      <w:r>
        <w:t>n Sie</w:t>
      </w:r>
      <w:r>
        <w:t xml:space="preserve"> hier </w:t>
      </w:r>
      <w:r>
        <w:t>Ihren</w:t>
      </w:r>
      <w:r>
        <w:t xml:space="preserve"> privaten Schlüssel aus, mit dem </w:t>
      </w:r>
      <w:r>
        <w:t>Sie</w:t>
      </w:r>
      <w:r>
        <w:t xml:space="preserve"> die Nachricht signieren möchte</w:t>
      </w:r>
      <w:r>
        <w:t>n</w:t>
      </w:r>
      <w:r>
        <w:t>.</w:t>
      </w:r>
      <w:r w:rsidRPr="003114B6">
        <w:t xml:space="preserve"> </w:t>
      </w:r>
      <w:r>
        <w:t>Bestätige</w:t>
      </w:r>
      <w:r>
        <w:t>n Sie</w:t>
      </w:r>
      <w:r>
        <w:t xml:space="preserve"> </w:t>
      </w:r>
      <w:r>
        <w:t>Ihre</w:t>
      </w:r>
      <w:r>
        <w:t xml:space="preserve"> Wahl mit Klick auf </w:t>
      </w:r>
      <w:r w:rsidRPr="005F0405">
        <w:rPr>
          <w:i/>
          <w:iCs/>
        </w:rPr>
        <w:t>OK</w:t>
      </w:r>
      <w:r>
        <w:t>.</w:t>
      </w:r>
    </w:p>
    <w:p w14:paraId="5E7E0324" w14:textId="5F6197CA" w:rsidR="005F0405" w:rsidRDefault="005F0405" w:rsidP="005F0405">
      <w:pPr>
        <w:pStyle w:val="Listenabsatz"/>
        <w:numPr>
          <w:ilvl w:val="0"/>
          <w:numId w:val="27"/>
        </w:numPr>
        <w:spacing w:after="160" w:line="259" w:lineRule="auto"/>
        <w:ind w:left="340" w:hanging="340"/>
      </w:pPr>
      <w:r w:rsidRPr="003114B6">
        <w:rPr>
          <w:noProof/>
        </w:rPr>
        <w:drawing>
          <wp:anchor distT="0" distB="0" distL="114300" distR="114300" simplePos="0" relativeHeight="251665408" behindDoc="0" locked="0" layoutInCell="1" allowOverlap="1" wp14:anchorId="1155BFBF" wp14:editId="3E08FE6B">
            <wp:simplePos x="0" y="0"/>
            <wp:positionH relativeFrom="margin">
              <wp:align>center</wp:align>
            </wp:positionH>
            <wp:positionV relativeFrom="paragraph">
              <wp:posOffset>2839085</wp:posOffset>
            </wp:positionV>
            <wp:extent cx="3098800" cy="1136650"/>
            <wp:effectExtent l="0" t="0" r="6350" b="6350"/>
            <wp:wrapTopAndBottom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880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Wenn </w:t>
      </w:r>
      <w:r>
        <w:t>Sie Ihren</w:t>
      </w:r>
      <w:r>
        <w:t xml:space="preserve"> privaten Schlüssel mit einem Passwort (Passphrase) geschützt </w:t>
      </w:r>
      <w:r>
        <w:t>haben</w:t>
      </w:r>
      <w:r>
        <w:t>, w</w:t>
      </w:r>
      <w:r>
        <w:t>e</w:t>
      </w:r>
      <w:r>
        <w:t>r</w:t>
      </w:r>
      <w:r>
        <w:t>den Sie</w:t>
      </w:r>
      <w:r>
        <w:t xml:space="preserve"> aufgefordert, es einzugeben. Bestätige</w:t>
      </w:r>
      <w:r>
        <w:t>n Sie</w:t>
      </w:r>
      <w:r>
        <w:t xml:space="preserve"> mit </w:t>
      </w:r>
      <w:r w:rsidRPr="005F0405">
        <w:rPr>
          <w:i/>
          <w:iCs/>
        </w:rPr>
        <w:t>OK</w:t>
      </w:r>
      <w:r>
        <w:t>.</w:t>
      </w:r>
    </w:p>
    <w:p w14:paraId="234B5685" w14:textId="77777777" w:rsidR="005F0405" w:rsidRDefault="005F0405" w:rsidP="005F0405">
      <w:pPr>
        <w:pStyle w:val="Listenabsatz"/>
        <w:keepNext/>
        <w:numPr>
          <w:ilvl w:val="0"/>
          <w:numId w:val="28"/>
        </w:numPr>
        <w:spacing w:after="160" w:line="259" w:lineRule="auto"/>
      </w:pPr>
      <w:r w:rsidRPr="005D4B04"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19ADDDB5" wp14:editId="3E1F15DC">
            <wp:simplePos x="0" y="0"/>
            <wp:positionH relativeFrom="margin">
              <wp:align>center</wp:align>
            </wp:positionH>
            <wp:positionV relativeFrom="paragraph">
              <wp:posOffset>288456</wp:posOffset>
            </wp:positionV>
            <wp:extent cx="3600000" cy="2763155"/>
            <wp:effectExtent l="0" t="0" r="635" b="0"/>
            <wp:wrapTopAndBottom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Grafik 4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763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968019" wp14:editId="2DBD1D7E">
                <wp:simplePos x="0" y="0"/>
                <wp:positionH relativeFrom="margin">
                  <wp:align>center</wp:align>
                </wp:positionH>
                <wp:positionV relativeFrom="paragraph">
                  <wp:posOffset>3037702</wp:posOffset>
                </wp:positionV>
                <wp:extent cx="4343400" cy="635"/>
                <wp:effectExtent l="0" t="0" r="0" b="0"/>
                <wp:wrapTopAndBottom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ADB5000" w14:textId="27FB1B02" w:rsidR="005F0405" w:rsidRPr="00F776D8" w:rsidRDefault="005F0405" w:rsidP="005F0405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EF15FC">
                              <w:rPr>
                                <w:noProof/>
                              </w:rPr>
                              <w:t>4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</w:t>
                            </w:r>
                            <w:r w:rsidRPr="001539AF">
                              <w:t xml:space="preserve"> </w:t>
                            </w:r>
                            <w:r>
                              <w:t>Zwischenablage mit signierter Nachricht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968019" id="Textfeld 43" o:spid="_x0000_s1028" type="#_x0000_t202" style="position:absolute;left:0;text-align:left;margin-left:0;margin-top:239.2pt;width:342pt;height:.05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b/zLwIAAGYEAAAOAAAAZHJzL2Uyb0RvYy54bWysVN9v2yAQfp+0/wHxvjg/umqy4lRZqkyT&#10;orZSMvWZYIiRgGNAYnd//Q5sp1u3p2mKRI674+D7vjsv7zqjyUX4oMBWdDaZUiIsh1rZU0W/HbYf&#10;PlESIrM102BFRV9EoHer9++WrSvFHBrQtfAEi9hQtq6iTYyuLIrAG2FYmIATFoMSvGERt/5U1J61&#10;WN3oYj6d3hYt+Np54CIE9N73QbrK9aUUPD5KGUQkuqL4tphXn9djWovVkpUnz1yj+PAM9g+vMExZ&#10;vPRa6p5FRs5e/VHKKO4hgIwTDqYAKRUXGQOimU3foNk3zImMBckJ7kpT+H9l+cPlyRNVV/RmQYll&#10;BjU6iC5KoWuCLuSndaHEtL3DxNh9hg51Hv0BnQl2J71J/wiIYByZfrmyi9UIR+fNAn9TDHGM3S4+&#10;phrF61HnQ/wiwJBkVNSjdJlRdtmF2KeOKemmAFrVW6V12qTARntyYShz26gohuK/ZWmbci2kU33B&#10;5CkSvh5HsmJ37DIf8xHjEeoXhO6hb57g+FbhfTsW4hPz2C0ICScgPuIiNbQVhcGipAH/42/+lI8i&#10;YpSSFruvouH7mXlBif5qUd7UqqPhR+M4GvZsNoBIZzhbjmcTD/ioR1N6MM84GOt0C4aY5XhXReNo&#10;bmI/AzhYXKzXOQkb0rG4s3vHU+mR10P3zLwbVIko5gOMfcnKN+L0uVketz5HZDorl3jtWRzoxmbO&#10;2g+Dl6bl133Oev08rH4CAAD//wMAUEsDBBQABgAIAAAAIQA9jEUa3gAAAAgBAAAPAAAAZHJzL2Rv&#10;d25yZXYueG1sTI/BTsMwEETvSPyDtUhcEHUAE6IQp6oqOMClIvTCzY23cSBeR7bThr/H9ALHnRnN&#10;vqmWsx3YAX3oHUm4WWTAkFqne+okbN+frwtgISrSanCEEr4xwLI+P6tUqd2R3vDQxI6lEgqlkmBi&#10;HEvOQ2vQqrBwI1Ly9s5bFdPpO669OqZyO/DbLMu5VT2lD0aNuDbYfjWTlbARHxtzNe2fXlfizr9s&#10;p3X+2TVSXl7Mq0dgEef4F4Zf/IQOdWLauYl0YIOENCRKEA+FAJbsvBBJ2Z2Ue+B1xf8PqH8AAAD/&#10;/wMAUEsBAi0AFAAGAAgAAAAhALaDOJL+AAAA4QEAABMAAAAAAAAAAAAAAAAAAAAAAFtDb250ZW50&#10;X1R5cGVzXS54bWxQSwECLQAUAAYACAAAACEAOP0h/9YAAACUAQAACwAAAAAAAAAAAAAAAAAvAQAA&#10;X3JlbHMvLnJlbHNQSwECLQAUAAYACAAAACEAGrG/8y8CAABmBAAADgAAAAAAAAAAAAAAAAAuAgAA&#10;ZHJzL2Uyb0RvYy54bWxQSwECLQAUAAYACAAAACEAPYxFGt4AAAAIAQAADwAAAAAAAAAAAAAAAACJ&#10;BAAAZHJzL2Rvd25yZXYueG1sUEsFBgAAAAAEAAQA8wAAAJQFAAAAAA==&#10;" stroked="f">
                <v:textbox style="mso-fit-shape-to-text:t" inset="0,0,0,0">
                  <w:txbxContent>
                    <w:p w14:paraId="2ADB5000" w14:textId="27FB1B02" w:rsidR="005F0405" w:rsidRPr="00F776D8" w:rsidRDefault="005F0405" w:rsidP="005F0405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EF15FC">
                        <w:rPr>
                          <w:noProof/>
                        </w:rPr>
                        <w:t>4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</w:t>
                      </w:r>
                      <w:r w:rsidRPr="001539AF">
                        <w:t xml:space="preserve"> </w:t>
                      </w:r>
                      <w:r>
                        <w:t>Zwischenablage mit signierter Nachricht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w:t xml:space="preserve">In der Zwischenablage erscheint die signierte Nachricht. </w:t>
      </w:r>
    </w:p>
    <w:p w14:paraId="1C42E903" w14:textId="77777777" w:rsidR="005F0405" w:rsidRDefault="005F0405" w:rsidP="005F0405">
      <w:pPr>
        <w:pStyle w:val="berschrift1"/>
        <w:spacing w:before="480"/>
      </w:pPr>
      <w:r w:rsidRPr="002E5E39">
        <w:t>Überprüfen der Signatur</w:t>
      </w:r>
    </w:p>
    <w:p w14:paraId="4DF1D083" w14:textId="5D0B99C2" w:rsidR="005F0405" w:rsidRDefault="005F0405" w:rsidP="005F0405">
      <w:pPr>
        <w:pStyle w:val="Listenabsatz"/>
        <w:numPr>
          <w:ilvl w:val="0"/>
          <w:numId w:val="29"/>
        </w:numPr>
        <w:ind w:left="340" w:hanging="340"/>
      </w:pPr>
      <w:r>
        <w:t>Kopiere</w:t>
      </w:r>
      <w:r>
        <w:t>n Sie</w:t>
      </w:r>
      <w:r>
        <w:t xml:space="preserve"> die Nachricht mit Signatur in die Zwischenablage.</w:t>
      </w:r>
    </w:p>
    <w:p w14:paraId="50D902D0" w14:textId="5B03734E" w:rsidR="005F0405" w:rsidRDefault="005F0405" w:rsidP="005F0405">
      <w:pPr>
        <w:pStyle w:val="Listenabsatz"/>
        <w:numPr>
          <w:ilvl w:val="0"/>
          <w:numId w:val="29"/>
        </w:numPr>
        <w:ind w:left="340" w:hanging="3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213F84" wp14:editId="1158F5DD">
                <wp:simplePos x="0" y="0"/>
                <wp:positionH relativeFrom="column">
                  <wp:posOffset>1406083</wp:posOffset>
                </wp:positionH>
                <wp:positionV relativeFrom="paragraph">
                  <wp:posOffset>193040</wp:posOffset>
                </wp:positionV>
                <wp:extent cx="1653872" cy="381663"/>
                <wp:effectExtent l="0" t="0" r="60960" b="75565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3872" cy="38166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E6B9E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460886" id="Gerade Verbindung mit Pfeil 13" o:spid="_x0000_s1026" type="#_x0000_t32" style="position:absolute;margin-left:110.7pt;margin-top:15.2pt;width:130.25pt;height:30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zHP/AEAAD4EAAAOAAAAZHJzL2Uyb0RvYy54bWysU8lu2zAQvRfoPxC817Ls1nUNywHqOLkU&#10;rdHtTlNDiQA3DBkvf98hrSjdgABFL5SGnPdm3uNwfXO2hh0Bo/au4fVkyhk46VvtuoZ/+3r3aslZ&#10;TMK1wngHDb9A5Debly/Wp7CCme+9aQEZkbi4OoWG9ymFVVVF2YMVceIDODpUHq1IFGJXtShOxG5N&#10;NZtOF9XJYxvQS4iRdm+vh3xT+JUCmT4pFSEx03DqLZUVy3rIa7VZi1WHIvRaDm2If+jCCu2o6Eh1&#10;K5JgD6j/oLJaoo9epYn0tvJKaQlFA6mpp7+p+dKLAEULmRPDaFP8f7Ty43GPTLd0d3POnLB0R/eA&#10;ogX2HfCgXfvgOmZ1YnsF2jDKIstOIa4IuXV7HKIY9pj1nxXa/CVl7Fxsvow2wzkxSZv14s18+XbG&#10;maSz+bJeLApp9YQOGNM9eMvyT8NjQqG7Pm29c3SjHuvitTh+iInqE/ARkEsbl9fojW7vtDElwO6w&#10;NciOgsbg9W7x/t0uyyDgL2lJaLNzLUuXQDYk1MJ1BobMTFtl4Vep5S9dDFxLfgZFLpK4eWmtzC+M&#10;JYWU4NJiZKLsDFPU3gicPg8c8jMUymyP4Nnz4BFRKnuXRrDVzuPfCNK5HlpW1/xHB666swUH317K&#10;EBRraEiLq8ODyq/g57jAn5795gcAAAD//wMAUEsDBBQABgAIAAAAIQCGtc5L4QAAAAkBAAAPAAAA&#10;ZHJzL2Rvd25yZXYueG1sTI9RS8MwEMffBb9DOME3l7RWWbumQwbDiTBYJ7jHrLmlxeZSmmyr3974&#10;pE/HcT/+9/uXy8n27IKj7xxJSGYCGFLjdEdGwsd+/TAH5oMirXpHKOEbPSyr25tSFdpdaYeXOhgW&#10;Q8gXSkIbwlBw7psWrfIzNyDF28mNVoW4jobrUV1juO15KsQzt6qj+KFVA65abL7qs5XwujkltHrb&#10;1J/5evdutnWGe3OQ8v5uelkACziFPxh+9aM6VNHp6M6kPeslpGmSRVTCo4gzAtk8yYEdJeTiCXhV&#10;8v8Nqh8AAAD//wMAUEsBAi0AFAAGAAgAAAAhALaDOJL+AAAA4QEAABMAAAAAAAAAAAAAAAAAAAAA&#10;AFtDb250ZW50X1R5cGVzXS54bWxQSwECLQAUAAYACAAAACEAOP0h/9YAAACUAQAACwAAAAAAAAAA&#10;AAAAAAAvAQAAX3JlbHMvLnJlbHNQSwECLQAUAAYACAAAACEAPzsxz/wBAAA+BAAADgAAAAAAAAAA&#10;AAAAAAAuAgAAZHJzL2Uyb0RvYy54bWxQSwECLQAUAAYACAAAACEAhrXOS+EAAAAJAQAADwAAAAAA&#10;AAAAAAAAAABWBAAAZHJzL2Rvd25yZXYueG1sUEsFBgAAAAAEAAQA8wAAAGQFAAAAAA==&#10;" strokecolor="#4e6b9e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6B5419" wp14:editId="2A3B7ED4">
                <wp:simplePos x="0" y="0"/>
                <wp:positionH relativeFrom="column">
                  <wp:posOffset>1080135</wp:posOffset>
                </wp:positionH>
                <wp:positionV relativeFrom="paragraph">
                  <wp:posOffset>3126105</wp:posOffset>
                </wp:positionV>
                <wp:extent cx="3599815" cy="635"/>
                <wp:effectExtent l="0" t="0" r="0" b="0"/>
                <wp:wrapTopAndBottom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10B94A8" w14:textId="111EAC60" w:rsidR="005F0405" w:rsidRPr="00CC461B" w:rsidRDefault="005F0405" w:rsidP="005F0405">
                            <w:pPr>
                              <w:pStyle w:val="UnterschriftINFS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EF15FC">
                                <w:rPr>
                                  <w:noProof/>
                                </w:rPr>
                                <w:t>5</w:t>
                              </w:r>
                            </w:fldSimple>
                            <w:r>
                              <w:t>:</w:t>
                            </w:r>
                            <w:r w:rsidRPr="00607BBE">
                              <w:t xml:space="preserve"> Zwischenablage mit signierter Nachricht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6B5419" id="Textfeld 2" o:spid="_x0000_s1029" type="#_x0000_t202" style="position:absolute;left:0;text-align:left;margin-left:85.05pt;margin-top:246.15pt;width:283.45pt;height: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KhVMAIAAGQEAAAOAAAAZHJzL2Uyb0RvYy54bWysVE1vGyEQvVfqf0Dc6/WHHCWW15HryFUl&#10;K4lkVzljFrxIwFDA3k1/fQd212nTnqpe2GFmGHjvzezyvjWaXIQPCmxJJ6MxJcJyqJQ9lfTbYfvp&#10;lpIQma2YBitK+ioCvV99/LBs3EJMoQZdCU+wiA2LxpW0jtEtiiLwWhgWRuCExaAEb1jErT8VlWcN&#10;Vje6mI7HN0UDvnIeuAgBvQ9dkK5yfSkFj09SBhGJLim+LebV5/WY1mK1ZIuTZ65WvH8G+4dXGKYs&#10;Xnot9cAiI2ev/ihlFPcQQMYRB1OAlIqLjAHRTMbv0Oxr5kTGguQEd6Up/L+y/PHy7ImqSjqlxDKD&#10;Eh1EG6XQFZkmdhoXFpi0d5gW28/QosqDP6AzgW6lN+mLcAjGkefXK7dYjHB0zuZ3d7eTOSUcYzez&#10;eapRvB11PsQvAgxJRkk9Cpf5ZJddiF3qkJJuCqBVtVVap00KbLQnF4YiN7WKoi/+W5a2KddCOtUV&#10;TJ4i4etwJCu2xzazMRswHqF6RegeutYJjm8V3rdjIT4zj72CaLH/4xMuUkNTUugtSmrwP/7mT/ko&#10;IUYpabD3Shq+n5kXlOivFsVNjToYfjCOg2HPZgOIdIKT5Xg28YCPejClB/OCY7FOt2CIWY53lTQO&#10;5iZ2E4BjxcV6nZOwHR2LO7t3PJUeeD20L8y7XpWIYj7C0JVs8U6cLjfL49bniExn5RKvHYs93djK&#10;Wft+7NKs/LrPWW8/h9VPAAAA//8DAFBLAwQUAAYACAAAACEAXOCmt+EAAAALAQAADwAAAGRycy9k&#10;b3ducmV2LnhtbEyPwU7DMBBE70j8g7VIXBB12kRNG+JUVQUHuFSEXri58TYOxHZkO234exYucJzZ&#10;p9mZcjOZnp3Rh85ZAfNZAgxt41RnWwGHt6f7FbAQpVWydxYFfGGATXV9VcpCuYt9xXMdW0YhNhRS&#10;gI5xKDgPjUYjw8wNaOl2ct7ISNK3XHl5oXDT80WSLLmRnaUPWg6409h81qMRsM/e9/puPD2+bLPU&#10;Px/G3fKjrYW4vZm2D8AiTvEPhp/6VB0q6nR0o1WB9aTzZE6ogGy9SIERkac5rTv+OhnwquT/N1Tf&#10;AAAA//8DAFBLAQItABQABgAIAAAAIQC2gziS/gAAAOEBAAATAAAAAAAAAAAAAAAAAAAAAABbQ29u&#10;dGVudF9UeXBlc10ueG1sUEsBAi0AFAAGAAgAAAAhADj9If/WAAAAlAEAAAsAAAAAAAAAAAAAAAAA&#10;LwEAAF9yZWxzLy5yZWxzUEsBAi0AFAAGAAgAAAAhAJZ0qFUwAgAAZAQAAA4AAAAAAAAAAAAAAAAA&#10;LgIAAGRycy9lMm9Eb2MueG1sUEsBAi0AFAAGAAgAAAAhAFzgprfhAAAACwEAAA8AAAAAAAAAAAAA&#10;AAAAigQAAGRycy9kb3ducmV2LnhtbFBLBQYAAAAABAAEAPMAAACYBQAAAAA=&#10;" stroked="f">
                <v:textbox style="mso-fit-shape-to-text:t" inset="0,0,0,0">
                  <w:txbxContent>
                    <w:p w14:paraId="710B94A8" w14:textId="111EAC60" w:rsidR="005F0405" w:rsidRPr="00CC461B" w:rsidRDefault="005F0405" w:rsidP="005F0405">
                      <w:pPr>
                        <w:pStyle w:val="UnterschriftINFS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EF15FC">
                          <w:rPr>
                            <w:noProof/>
                          </w:rPr>
                          <w:t>5</w:t>
                        </w:r>
                      </w:fldSimple>
                      <w:r>
                        <w:t>:</w:t>
                      </w:r>
                      <w:r w:rsidRPr="00607BBE">
                        <w:t xml:space="preserve"> Zwischenablage mit signierter Nachricht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2E5E39">
        <w:rPr>
          <w:noProof/>
        </w:rPr>
        <w:drawing>
          <wp:anchor distT="0" distB="0" distL="114300" distR="114300" simplePos="0" relativeHeight="251667456" behindDoc="0" locked="0" layoutInCell="1" allowOverlap="1" wp14:anchorId="5A0A3494" wp14:editId="548FECE1">
            <wp:simplePos x="0" y="0"/>
            <wp:positionH relativeFrom="margin">
              <wp:align>center</wp:align>
            </wp:positionH>
            <wp:positionV relativeFrom="paragraph">
              <wp:posOffset>240389</wp:posOffset>
            </wp:positionV>
            <wp:extent cx="3600000" cy="2829165"/>
            <wp:effectExtent l="0" t="0" r="635" b="9525"/>
            <wp:wrapTopAndBottom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829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Wähle</w:t>
      </w:r>
      <w:r>
        <w:t>n Sie</w:t>
      </w:r>
      <w:r>
        <w:t xml:space="preserve"> die Option </w:t>
      </w:r>
      <w:r w:rsidRPr="002E5E39">
        <w:rPr>
          <w:i/>
          <w:iCs/>
        </w:rPr>
        <w:t>Prüfen</w:t>
      </w:r>
      <w:r>
        <w:t>.</w:t>
      </w:r>
      <w:r w:rsidRPr="002E5E39">
        <w:br w:type="page"/>
      </w:r>
    </w:p>
    <w:p w14:paraId="304DBB82" w14:textId="2A92FC87" w:rsidR="005F0405" w:rsidRDefault="005F0405" w:rsidP="005F0405">
      <w:pPr>
        <w:pStyle w:val="Listenabsatz"/>
        <w:numPr>
          <w:ilvl w:val="0"/>
          <w:numId w:val="29"/>
        </w:numPr>
        <w:ind w:left="340" w:hanging="34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7F48C8" wp14:editId="1E1800B7">
                <wp:simplePos x="0" y="0"/>
                <wp:positionH relativeFrom="column">
                  <wp:posOffset>-1298</wp:posOffset>
                </wp:positionH>
                <wp:positionV relativeFrom="paragraph">
                  <wp:posOffset>3788106</wp:posOffset>
                </wp:positionV>
                <wp:extent cx="5760720" cy="266700"/>
                <wp:effectExtent l="0" t="0" r="0" b="0"/>
                <wp:wrapTopAndBottom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53BE6B5" w14:textId="3E83E7B1" w:rsidR="005F0405" w:rsidRPr="00D82659" w:rsidRDefault="005F0405" w:rsidP="005F0405">
                            <w:pPr>
                              <w:pStyle w:val="UnterschriftINFSI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EF15FC">
                              <w:rPr>
                                <w:noProof/>
                              </w:rPr>
                              <w:t>6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Die Signatur wurde mit einem vertrauenswürdigen Schlüssel erstellt.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7F48C8" id="Textfeld 21" o:spid="_x0000_s1030" type="#_x0000_t202" style="position:absolute;left:0;text-align:left;margin-left:-.1pt;margin-top:298.3pt;width:453.6pt;height:2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QZgNAIAAGkEAAAOAAAAZHJzL2Uyb0RvYy54bWysVMGO2jAQvVfqP1i+lwBqoUKEFWVFVQnt&#10;rrRUezaOQyI5Htc2JPTr++yQ3e22p6oXM5kZj+e9N8Pypms0OyvnazI5n4zGnCkjqajNMeff99sP&#10;nznzQZhCaDIq5xfl+c3q/btlaxdqShXpQjmGIsYvWpvzKgS7yDIvK9UIPyKrDIIluUYEfLpjVjjR&#10;onqjs+l4PMtacoV1JJX38N72Qb5K9ctSyXBfll4FpnOO3kI6XToP8cxWS7E4OmGrWl7bEP/QRSNq&#10;g0efS92KINjJ1X+UamrpyFMZRpKajMqyliphAJrJ+A2ax0pYlbCAHG+fafL/r6y8Oz84Vhc5n044&#10;M6KBRnvVhVLpgsEFflrrF0h7tEgM3RfqoPPg93BG2F3pmvgLQAxxMH15ZhfVmITz03w2nk8RkohN&#10;Z7P5ONGfvdy2zoevihoWjZw7qJdIFeedD+gEqUNKfMyTrottrXX8iIGNduwsoHRb1UHFHnHjtyxt&#10;Yq6heKsPR08WIfZQohW6Q5co+TjAPFBxAXpH/fx4K7c13tsJHx6Ew8AAFZYg3OMoNbU5p6vFWUXu&#10;59/8MR86IspZiwHMuf9xEk5xpr8ZKByndTDcYBwGw5yaDQEpREM3ycQFF/Rglo6aJ+zGOr6CkDAS&#10;b+U8DOYm9GuA3ZJqvU5JmEkrws48WhlLD7zuuyfh7FWVAD3vaBhNsXgjTp+b5LHrUwDTSbnIa8/i&#10;lW7Mc5LnuntxYV5/p6yXf4jVLwAAAP//AwBQSwMEFAAGAAgAAAAhAJUKQuzhAAAACQEAAA8AAABk&#10;cnMvZG93bnJldi54bWxMjzFPwzAUhHck/oP1kFhQ69AW04a8VFUFA10qQhc2N3bjQPwc2U4b/j1m&#10;gvF0p7vvivVoO3bWPrSOEO6nGTBNtVMtNQiH95fJEliIkpTsHGmEbx1gXV5fFTJX7kJv+lzFhqUS&#10;CrlEMDH2OeehNtrKMHW9puSdnLcyJukbrry8pHLb8VmWCW5lS2nByF5vja6/qsEi7Bcfe3M3nJ53&#10;m8Xcvx6GrfhsKsTbm3HzBCzqMf6F4Rc/oUOZmI5uIBVYhzCZpSDCw0oIYMlfZY/p2xFBzJcCeFnw&#10;/w/KHwAAAP//AwBQSwECLQAUAAYACAAAACEAtoM4kv4AAADhAQAAEwAAAAAAAAAAAAAAAAAAAAAA&#10;W0NvbnRlbnRfVHlwZXNdLnhtbFBLAQItABQABgAIAAAAIQA4/SH/1gAAAJQBAAALAAAAAAAAAAAA&#10;AAAAAC8BAABfcmVscy8ucmVsc1BLAQItABQABgAIAAAAIQC8CQZgNAIAAGkEAAAOAAAAAAAAAAAA&#10;AAAAAC4CAABkcnMvZTJvRG9jLnhtbFBLAQItABQABgAIAAAAIQCVCkLs4QAAAAkBAAAPAAAAAAAA&#10;AAAAAAAAAI4EAABkcnMvZG93bnJldi54bWxQSwUGAAAAAAQABADzAAAAnAUAAAAA&#10;" stroked="f">
                <v:textbox style="mso-fit-shape-to-text:t" inset="0,0,0,0">
                  <w:txbxContent>
                    <w:p w14:paraId="153BE6B5" w14:textId="3E83E7B1" w:rsidR="005F0405" w:rsidRPr="00D82659" w:rsidRDefault="005F0405" w:rsidP="005F0405">
                      <w:pPr>
                        <w:pStyle w:val="UnterschriftINFSI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EF15FC">
                        <w:rPr>
                          <w:noProof/>
                        </w:rPr>
                        <w:t>6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Die Signatur wurde mit einem vertrauenswürdigen Schlüssel erstellt.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2E5E39">
        <w:rPr>
          <w:noProof/>
        </w:rPr>
        <w:drawing>
          <wp:anchor distT="0" distB="0" distL="114300" distR="114300" simplePos="0" relativeHeight="251669504" behindDoc="0" locked="0" layoutInCell="1" allowOverlap="1" wp14:anchorId="19E04114" wp14:editId="4B2D5283">
            <wp:simplePos x="0" y="0"/>
            <wp:positionH relativeFrom="margin">
              <wp:posOffset>-1298</wp:posOffset>
            </wp:positionH>
            <wp:positionV relativeFrom="paragraph">
              <wp:posOffset>432656</wp:posOffset>
            </wp:positionV>
            <wp:extent cx="5760720" cy="3300730"/>
            <wp:effectExtent l="0" t="0" r="0" b="0"/>
            <wp:wrapTopAndBottom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00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C358EA" wp14:editId="7536BD01">
                <wp:simplePos x="0" y="0"/>
                <wp:positionH relativeFrom="margin">
                  <wp:align>right</wp:align>
                </wp:positionH>
                <wp:positionV relativeFrom="paragraph">
                  <wp:posOffset>7846087</wp:posOffset>
                </wp:positionV>
                <wp:extent cx="5760720" cy="635"/>
                <wp:effectExtent l="0" t="0" r="0" b="0"/>
                <wp:wrapTopAndBottom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FE8CF49" w14:textId="766F4D78" w:rsidR="005F0405" w:rsidRPr="00F372EF" w:rsidRDefault="005F0405" w:rsidP="005F0405">
                            <w:pPr>
                              <w:pStyle w:val="UnterschriftINFSI"/>
                            </w:pPr>
                            <w:r>
                              <w:t xml:space="preserve">Abbildung </w:t>
                            </w:r>
                            <w:r>
                              <w:t>8</w:t>
                            </w:r>
                            <w:r>
                              <w:t xml:space="preserve">: Die Signatur wurde mit einem </w:t>
                            </w:r>
                            <w:r>
                              <w:rPr>
                                <w:noProof/>
                              </w:rPr>
                              <w:t xml:space="preserve">Schlüssel erstellt, zu dem </w:t>
                            </w:r>
                            <w:r>
                              <w:rPr>
                                <w:noProof/>
                              </w:rPr>
                              <w:t>Sie</w:t>
                            </w:r>
                            <w:r>
                              <w:rPr>
                                <w:noProof/>
                              </w:rPr>
                              <w:t xml:space="preserve"> keinen öffentlichen Schlüssel besitz</w:t>
                            </w:r>
                            <w:r>
                              <w:rPr>
                                <w:noProof/>
                              </w:rPr>
                              <w:t>en</w:t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C358EA" id="Textfeld 31" o:spid="_x0000_s1031" type="#_x0000_t202" style="position:absolute;left:0;text-align:left;margin-left:402.4pt;margin-top:617.8pt;width:453.6pt;height:.05pt;z-index:25167462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lo7LgIAAGYEAAAOAAAAZHJzL2Uyb0RvYy54bWysVFFv2yAQfp+0/4B4X5ykajpFcaosVaZJ&#10;UVspmfpMMMRIwDEgsbtfvwPbSdftadoLPu6OD+777ry4b40mZ+GDAlvSyWhMibAcKmWPJf2+33z6&#10;TEmIzFZMgxUlfRWB3i8/flg0bi6mUIOuhCcIYsO8cSWtY3Tzogi8FoaFEThhMSjBGxZx649F5VmD&#10;6EYX0/F4VjTgK+eBixDQ+9AF6TLjSyl4fJIyiEh0SfFtMa8+r4e0FssFmx89c7Xi/TPYP7zCMGXx&#10;0gvUA4uMnLz6A8oo7iGAjCMOpgApFRe5BqxmMn5Xza5mTuRakJzgLjSF/wfLH8/PnqiqpDcTSiwz&#10;qNFetFEKXRF0IT+NC3NM2zlMjO0XaFHnwR/QmcpupTfpiwURjCPTrxd2EY1wdN7ezcZ3UwxxjM1u&#10;bhNGcT3qfIhfBRiSjJJ6lC4zys7bELvUISXdFECraqO0TpsUWGtPzgxlbmoVRQ/+W5a2KddCOtUB&#10;Jk+R6uvqSFZsD23mI78veQ5QvWLpHrrmCY5vFN63ZSE+M4/dgiXhBMQnXKSGpqTQW5TU4H/+zZ/y&#10;UUSMUtJg95U0/DgxLyjR3yzKm1p1MPxgHAbDnswasFJUDF+TTTzgox5M6cG84GCs0i0YYpbjXSWN&#10;g7mO3QzgYHGxWuUkbEjH4tbuHE/QA6/79oV516sSUcxHGPqSzd+J0+VmedzqFJHprNyVxZ5ubOas&#10;fT94aVre7nPW9few/AUAAP//AwBQSwMEFAAGAAgAAAAhAEpWi97gAAAACgEAAA8AAABkcnMvZG93&#10;bnJldi54bWxMj8FOwzAQRO9I/IO1SFwQdUhLCiFOVVVwgEtF6IWbG2/jQLyOYqcNf88iDnDcmdHs&#10;m2I1uU4ccQitJwU3swQEUu1NS42C3dvT9R2IEDUZ3XlCBV8YYFWenxU6N/5Er3isYiO4hEKuFdgY&#10;+1zKUFt0Osx8j8TewQ9ORz6HRppBn7jcdTJNkkw63RJ/sLrHjcX6sxqdgu3ifWuvxsPjy3oxH553&#10;4yb7aCqlLi+m9QOIiFP8C8MPPqNDyUx7P5IJolPAQyKr6fw2A8H+fbJMQex/pSXIspD/J5TfAAAA&#10;//8DAFBLAQItABQABgAIAAAAIQC2gziS/gAAAOEBAAATAAAAAAAAAAAAAAAAAAAAAABbQ29udGVu&#10;dF9UeXBlc10ueG1sUEsBAi0AFAAGAAgAAAAhADj9If/WAAAAlAEAAAsAAAAAAAAAAAAAAAAALwEA&#10;AF9yZWxzLy5yZWxzUEsBAi0AFAAGAAgAAAAhAHqeWjsuAgAAZgQAAA4AAAAAAAAAAAAAAAAALgIA&#10;AGRycy9lMm9Eb2MueG1sUEsBAi0AFAAGAAgAAAAhAEpWi97gAAAACgEAAA8AAAAAAAAAAAAAAAAA&#10;iAQAAGRycy9kb3ducmV2LnhtbFBLBQYAAAAABAAEAPMAAACVBQAAAAA=&#10;" stroked="f">
                <v:textbox style="mso-fit-shape-to-text:t" inset="0,0,0,0">
                  <w:txbxContent>
                    <w:p w14:paraId="5FE8CF49" w14:textId="766F4D78" w:rsidR="005F0405" w:rsidRPr="00F372EF" w:rsidRDefault="005F0405" w:rsidP="005F0405">
                      <w:pPr>
                        <w:pStyle w:val="UnterschriftINFSI"/>
                      </w:pPr>
                      <w:r>
                        <w:t xml:space="preserve">Abbildung </w:t>
                      </w:r>
                      <w:r>
                        <w:t>8</w:t>
                      </w:r>
                      <w:r>
                        <w:t xml:space="preserve">: Die Signatur wurde mit einem </w:t>
                      </w:r>
                      <w:r>
                        <w:rPr>
                          <w:noProof/>
                        </w:rPr>
                        <w:t xml:space="preserve">Schlüssel erstellt, zu dem </w:t>
                      </w:r>
                      <w:r>
                        <w:rPr>
                          <w:noProof/>
                        </w:rPr>
                        <w:t>Sie</w:t>
                      </w:r>
                      <w:r>
                        <w:rPr>
                          <w:noProof/>
                        </w:rPr>
                        <w:t xml:space="preserve"> keinen öffentlichen Schlüssel besitz</w:t>
                      </w:r>
                      <w:r>
                        <w:rPr>
                          <w:noProof/>
                        </w:rPr>
                        <w:t>en</w:t>
                      </w:r>
                      <w:r>
                        <w:rPr>
                          <w:noProof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0744DD">
        <w:rPr>
          <w:noProof/>
        </w:rPr>
        <w:drawing>
          <wp:anchor distT="0" distB="0" distL="114300" distR="114300" simplePos="0" relativeHeight="251673600" behindDoc="0" locked="0" layoutInCell="1" allowOverlap="1" wp14:anchorId="4FFDD1D0" wp14:editId="5766FB8B">
            <wp:simplePos x="0" y="0"/>
            <wp:positionH relativeFrom="margin">
              <wp:align>right</wp:align>
            </wp:positionH>
            <wp:positionV relativeFrom="paragraph">
              <wp:posOffset>6122366</wp:posOffset>
            </wp:positionV>
            <wp:extent cx="5760720" cy="1658620"/>
            <wp:effectExtent l="0" t="0" r="0" b="0"/>
            <wp:wrapTopAndBottom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58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CCDB50" wp14:editId="62066167">
                <wp:simplePos x="0" y="0"/>
                <wp:positionH relativeFrom="margin">
                  <wp:align>right</wp:align>
                </wp:positionH>
                <wp:positionV relativeFrom="paragraph">
                  <wp:posOffset>5651114</wp:posOffset>
                </wp:positionV>
                <wp:extent cx="5760720" cy="635"/>
                <wp:effectExtent l="0" t="0" r="0" b="0"/>
                <wp:wrapTopAndBottom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DE1FB5C" w14:textId="366B2ED9" w:rsidR="005F0405" w:rsidRPr="002F4FC1" w:rsidRDefault="005F0405" w:rsidP="005F0405">
                            <w:pPr>
                              <w:pStyle w:val="UnterschriftINFSI"/>
                            </w:pPr>
                            <w:r>
                              <w:t xml:space="preserve">Abbildung </w:t>
                            </w:r>
                            <w:r>
                              <w:t>7</w:t>
                            </w:r>
                            <w:r>
                              <w:t xml:space="preserve">: Die Signatur </w:t>
                            </w:r>
                            <w:r>
                              <w:rPr>
                                <w:noProof/>
                              </w:rPr>
                              <w:t xml:space="preserve">wurde mit einem Schlüssel erstellt, zu dem </w:t>
                            </w:r>
                            <w:r>
                              <w:rPr>
                                <w:noProof/>
                              </w:rPr>
                              <w:t>Sie</w:t>
                            </w:r>
                            <w:r>
                              <w:rPr>
                                <w:noProof/>
                              </w:rPr>
                              <w:t xml:space="preserve"> den öffentlichen Schlüsel besitz</w:t>
                            </w:r>
                            <w:r>
                              <w:rPr>
                                <w:noProof/>
                              </w:rPr>
                              <w:t>en</w:t>
                            </w:r>
                            <w:r>
                              <w:rPr>
                                <w:noProof/>
                              </w:rPr>
                              <w:t>, aber es ist unklar, ob dieser vertrauenswürdig ist.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CCDB50" id="Textfeld 29" o:spid="_x0000_s1032" type="#_x0000_t202" style="position:absolute;left:0;text-align:left;margin-left:402.4pt;margin-top:444.95pt;width:453.6pt;height:.05pt;z-index:25167257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4h5MAIAAGYEAAAOAAAAZHJzL2Uyb0RvYy54bWysVFFv2yAQfp+0/4B4X5xkarpacaosVaZJ&#10;UVspmfpMMMRIwDEgsbNfvwPH6dbtadoLPu6Og+/77jy/74wmJ+GDAlvRyWhMibAcamUPFf22W3/4&#10;REmIzNZMgxUVPYtA7xfv381bV4opNKBr4QkWsaFsXUWbGF1ZFIE3wrAwAicsBiV4wyJu/aGoPWux&#10;utHFdDyeFS342nngIgT0PvRBusj1pRQ8PkkZRCS6ovi2mFef131ai8WclQfPXKP45RnsH15hmLJ4&#10;6bXUA4uMHL36o5RR3EMAGUccTAFSKi4yBkQzGb9Bs22YExkLkhPclabw/8ryx9OzJ6qu6PSOEssM&#10;arQTXZRC1wRdyE/rQolpW4eJsfsMHeo8+AM6E+xOepO+CIhgHJk+X9nFaoSj8+Z2Nr6dYohjbPbx&#10;JtUoXo86H+IXAYYko6IepcuMstMmxD51SEk3BdCqXiut0yYFVtqTE0OZ20ZFcSn+W5a2KddCOtUX&#10;TJ4i4etxJCt2+y7zMRsw7qE+I3QPffMEx9cK79uwEJ+Zx25BSDgB8QkXqaGtKFwsShrwP/7mT/ko&#10;IkYpabH7Khq+H5kXlOivFuVNrToYfjD2g2GPZgWIdIKz5Xg28YCPejClB/OCg7FMt2CIWY53VTQO&#10;5ir2M4CDxcVymZOwIR2LG7t1PJUeeN11L8y7iyoRxXyEoS9Z+UacPjfL45bHiExn5RKvPYsXurGZ&#10;s/aXwUvT8us+Z73+HhY/AQAA//8DAFBLAwQUAAYACAAAACEA5I3OcOAAAAAIAQAADwAAAGRycy9k&#10;b3ducmV2LnhtbEyPwU7DMBBE70j8g7VIXBC1KVVJ0jhVVcEBLhWhl97c2I0D8TqynTb8PcsJjrOz&#10;mnlTrifXs7MJsfMo4WEmgBlsvO6wlbD/eLnPgMWkUKveo5HwbSKsq+urUhXaX/DdnOvUMgrBWCgJ&#10;NqWh4Dw21jgVZ34wSN7JB6cSydByHdSFwl3P50IsuVMdUoNVg9la03zVo5OwWxx29m48Pb9tFo/h&#10;dT9ul59tLeXtzbRZAUtmSn/P8ItP6FAR09GPqCPrJdCQJCHL8hwY2bl4mgM70iUXAnhV8v8Dqh8A&#10;AAD//wMAUEsBAi0AFAAGAAgAAAAhALaDOJL+AAAA4QEAABMAAAAAAAAAAAAAAAAAAAAAAFtDb250&#10;ZW50X1R5cGVzXS54bWxQSwECLQAUAAYACAAAACEAOP0h/9YAAACUAQAACwAAAAAAAAAAAAAAAAAv&#10;AQAAX3JlbHMvLnJlbHNQSwECLQAUAAYACAAAACEAvZeIeTACAABmBAAADgAAAAAAAAAAAAAAAAAu&#10;AgAAZHJzL2Uyb0RvYy54bWxQSwECLQAUAAYACAAAACEA5I3OcOAAAAAIAQAADwAAAAAAAAAAAAAA&#10;AACKBAAAZHJzL2Rvd25yZXYueG1sUEsFBgAAAAAEAAQA8wAAAJcFAAAAAA==&#10;" stroked="f">
                <v:textbox style="mso-fit-shape-to-text:t" inset="0,0,0,0">
                  <w:txbxContent>
                    <w:p w14:paraId="1DE1FB5C" w14:textId="366B2ED9" w:rsidR="005F0405" w:rsidRPr="002F4FC1" w:rsidRDefault="005F0405" w:rsidP="005F0405">
                      <w:pPr>
                        <w:pStyle w:val="UnterschriftINFSI"/>
                      </w:pPr>
                      <w:r>
                        <w:t xml:space="preserve">Abbildung </w:t>
                      </w:r>
                      <w:r>
                        <w:t>7</w:t>
                      </w:r>
                      <w:r>
                        <w:t xml:space="preserve">: Die Signatur </w:t>
                      </w:r>
                      <w:r>
                        <w:rPr>
                          <w:noProof/>
                        </w:rPr>
                        <w:t xml:space="preserve">wurde mit einem Schlüssel erstellt, zu dem </w:t>
                      </w:r>
                      <w:r>
                        <w:rPr>
                          <w:noProof/>
                        </w:rPr>
                        <w:t>Sie</w:t>
                      </w:r>
                      <w:r>
                        <w:rPr>
                          <w:noProof/>
                        </w:rPr>
                        <w:t xml:space="preserve"> den öffentlichen Schlüsel besitz</w:t>
                      </w:r>
                      <w:r>
                        <w:rPr>
                          <w:noProof/>
                        </w:rPr>
                        <w:t>en</w:t>
                      </w:r>
                      <w:r>
                        <w:rPr>
                          <w:noProof/>
                        </w:rPr>
                        <w:t>, aber es ist unklar, ob dieser vertrauenswürdig ist.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D03A0F">
        <w:rPr>
          <w:noProof/>
        </w:rPr>
        <w:drawing>
          <wp:anchor distT="0" distB="0" distL="114300" distR="114300" simplePos="0" relativeHeight="251671552" behindDoc="0" locked="0" layoutInCell="1" allowOverlap="1" wp14:anchorId="29D3A85A" wp14:editId="37EE48CE">
            <wp:simplePos x="0" y="0"/>
            <wp:positionH relativeFrom="margin">
              <wp:align>right</wp:align>
            </wp:positionH>
            <wp:positionV relativeFrom="paragraph">
              <wp:posOffset>4031256</wp:posOffset>
            </wp:positionV>
            <wp:extent cx="5760720" cy="1578610"/>
            <wp:effectExtent l="0" t="0" r="0" b="2540"/>
            <wp:wrapTopAndBottom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78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t xml:space="preserve">Sie </w:t>
      </w:r>
      <w:r>
        <w:t>erh</w:t>
      </w:r>
      <w:r>
        <w:t>a</w:t>
      </w:r>
      <w:r>
        <w:t>lt</w:t>
      </w:r>
      <w:r>
        <w:t>en</w:t>
      </w:r>
      <w:r>
        <w:t xml:space="preserve"> eine Rückmeldung zur Gültigkeit der Signatur. Die Signatur wird in der Zwischenablage entfernt. </w:t>
      </w:r>
    </w:p>
    <w:p w14:paraId="311F2AD1" w14:textId="77777777" w:rsidR="005F0405" w:rsidRPr="002E5E39" w:rsidRDefault="005F0405" w:rsidP="005F0405"/>
    <w:p w14:paraId="13BA5D6F" w14:textId="77777777" w:rsidR="005F0405" w:rsidRDefault="005F0405" w:rsidP="005F0405">
      <w:r>
        <w:lastRenderedPageBreak/>
        <w:t xml:space="preserve">Dieses Werk ist lizenziert unter einer </w:t>
      </w:r>
      <w:hyperlink r:id="rId16" w:history="1">
        <w:r w:rsidRPr="005F0405">
          <w:rPr>
            <w:rStyle w:val="Hyperlink"/>
            <w:color w:val="4E6B9E"/>
          </w:rPr>
          <w:t>Creative Commons Namensnennung - Nicht-kommerziell - Weitergabe unter gleichen Bedingungen 4.0 International Lizenz</w:t>
        </w:r>
      </w:hyperlink>
      <w:r w:rsidRPr="005F0405">
        <w:t>. Si</w:t>
      </w:r>
      <w:r>
        <w:t>e erlaubt Bearbeitungen und Weiterverteilung des Werks unter Nennung meines Namens und unter gleichen Bedingungen, jedoch keinerlei kommerzielle Nutzung.</w:t>
      </w:r>
    </w:p>
    <w:p w14:paraId="6F9F2611" w14:textId="77777777" w:rsidR="005F0405" w:rsidRDefault="005F0405" w:rsidP="005F0405"/>
    <w:p w14:paraId="728207DC" w14:textId="77777777" w:rsidR="00970575" w:rsidRPr="005F0405" w:rsidRDefault="00970575" w:rsidP="005F0405"/>
    <w:sectPr w:rsidR="00970575" w:rsidRPr="005F0405" w:rsidSect="003179DB">
      <w:headerReference w:type="default" r:id="rId17"/>
      <w:footerReference w:type="default" r:id="rId18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14B051" w14:textId="77777777" w:rsidR="00890A7E" w:rsidRDefault="00890A7E" w:rsidP="006D1346">
      <w:pPr>
        <w:spacing w:after="0" w:line="240" w:lineRule="auto"/>
      </w:pPr>
      <w:r>
        <w:separator/>
      </w:r>
    </w:p>
  </w:endnote>
  <w:endnote w:type="continuationSeparator" w:id="0">
    <w:p w14:paraId="122C5ACA" w14:textId="77777777" w:rsidR="00890A7E" w:rsidRDefault="00890A7E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47884" w14:textId="0B4F0704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BDE5084" wp14:editId="1789C867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3370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3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5F0405">
      <w:rPr>
        <w:color w:val="808080" w:themeColor="background1" w:themeShade="80"/>
        <w:sz w:val="20"/>
        <w:szCs w:val="20"/>
      </w:rPr>
      <w:t>Februar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660AA5">
      <w:rPr>
        <w:color w:val="808080" w:themeColor="background1" w:themeShade="80"/>
        <w:sz w:val="20"/>
        <w:szCs w:val="20"/>
      </w:rPr>
      <w:t>2</w:t>
    </w:r>
    <w:r w:rsidR="005F0405">
      <w:rPr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DE5363" w14:textId="77777777" w:rsidR="00890A7E" w:rsidRDefault="00890A7E" w:rsidP="006D1346">
      <w:pPr>
        <w:spacing w:after="0" w:line="240" w:lineRule="auto"/>
      </w:pPr>
      <w:r>
        <w:separator/>
      </w:r>
    </w:p>
  </w:footnote>
  <w:footnote w:type="continuationSeparator" w:id="0">
    <w:p w14:paraId="7D4CB70A" w14:textId="77777777" w:rsidR="00890A7E" w:rsidRDefault="00890A7E" w:rsidP="006D1346">
      <w:pPr>
        <w:spacing w:after="0" w:line="240" w:lineRule="auto"/>
      </w:pPr>
      <w:r>
        <w:continuationSeparator/>
      </w:r>
    </w:p>
  </w:footnote>
  <w:footnote w:id="1">
    <w:p w14:paraId="4B6BE4F2" w14:textId="77777777" w:rsidR="005F0405" w:rsidRDefault="005F0405" w:rsidP="005F0405">
      <w:pPr>
        <w:pStyle w:val="Funotentext"/>
      </w:pPr>
      <w:r>
        <w:rPr>
          <w:rStyle w:val="Funotenzeichen"/>
        </w:rPr>
        <w:footnoteRef/>
      </w:r>
      <w:r>
        <w:t xml:space="preserve"> </w:t>
      </w:r>
      <w:bookmarkStart w:id="0" w:name="_Hlk64234493"/>
      <w:r>
        <w:t xml:space="preserve">GPA ist Teil des Softwarepakets Gpg4win </w:t>
      </w:r>
      <w:hyperlink r:id="rId1" w:history="1">
        <w:r w:rsidRPr="005F0405">
          <w:rPr>
            <w:rStyle w:val="Hyperlink"/>
            <w:color w:val="4E6B9E"/>
          </w:rPr>
          <w:t>https://www.gpg4win.org/</w:t>
        </w:r>
      </w:hyperlink>
      <w:r>
        <w:t xml:space="preserve"> [Datum des Zugriffs: 12.02.2021].</w:t>
      </w:r>
    </w:p>
    <w:p w14:paraId="053AF727" w14:textId="77777777" w:rsidR="005F0405" w:rsidRDefault="005F0405" w:rsidP="005F0405">
      <w:pPr>
        <w:pStyle w:val="Funotentext"/>
        <w:ind w:left="142"/>
      </w:pPr>
      <w:r>
        <w:t>Für diese Anleitung wurde die Version Gpg4win-3.1.15 verwendet</w:t>
      </w:r>
      <w:bookmarkEnd w:id="0"/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B99B72" w14:textId="77777777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0CE554B5" wp14:editId="54EF5009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B26F58"/>
    <w:multiLevelType w:val="hybridMultilevel"/>
    <w:tmpl w:val="8780A6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069B4"/>
    <w:multiLevelType w:val="hybridMultilevel"/>
    <w:tmpl w:val="687A97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AD31E1"/>
    <w:multiLevelType w:val="hybridMultilevel"/>
    <w:tmpl w:val="4DB6B04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20"/>
  </w:num>
  <w:num w:numId="3">
    <w:abstractNumId w:val="4"/>
  </w:num>
  <w:num w:numId="4">
    <w:abstractNumId w:val="18"/>
  </w:num>
  <w:num w:numId="5">
    <w:abstractNumId w:val="23"/>
  </w:num>
  <w:num w:numId="6">
    <w:abstractNumId w:val="21"/>
  </w:num>
  <w:num w:numId="7">
    <w:abstractNumId w:val="14"/>
  </w:num>
  <w:num w:numId="8">
    <w:abstractNumId w:val="12"/>
  </w:num>
  <w:num w:numId="9">
    <w:abstractNumId w:val="0"/>
  </w:num>
  <w:num w:numId="10">
    <w:abstractNumId w:val="11"/>
  </w:num>
  <w:num w:numId="11">
    <w:abstractNumId w:val="2"/>
  </w:num>
  <w:num w:numId="12">
    <w:abstractNumId w:val="19"/>
  </w:num>
  <w:num w:numId="13">
    <w:abstractNumId w:val="1"/>
  </w:num>
  <w:num w:numId="14">
    <w:abstractNumId w:val="7"/>
  </w:num>
  <w:num w:numId="15">
    <w:abstractNumId w:val="8"/>
  </w:num>
  <w:num w:numId="16">
    <w:abstractNumId w:val="13"/>
  </w:num>
  <w:num w:numId="17">
    <w:abstractNumId w:val="10"/>
  </w:num>
  <w:num w:numId="18">
    <w:abstractNumId w:val="5"/>
  </w:num>
  <w:num w:numId="19">
    <w:abstractNumId w:val="3"/>
  </w:num>
  <w:num w:numId="20">
    <w:abstractNumId w:val="22"/>
  </w:num>
  <w:num w:numId="21">
    <w:abstractNumId w:val="15"/>
  </w:num>
  <w:num w:numId="22">
    <w:abstractNumId w:val="16"/>
    <w:lvlOverride w:ilvl="0">
      <w:startOverride w:val="1"/>
    </w:lvlOverride>
  </w:num>
  <w:num w:numId="23">
    <w:abstractNumId w:val="16"/>
    <w:lvlOverride w:ilvl="0">
      <w:startOverride w:val="1"/>
    </w:lvlOverride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17"/>
  </w:num>
  <w:num w:numId="27">
    <w:abstractNumId w:val="9"/>
  </w:num>
  <w:num w:numId="28">
    <w:abstractNumId w:val="9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plc="04070019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405"/>
    <w:rsid w:val="0000775F"/>
    <w:rsid w:val="000127AC"/>
    <w:rsid w:val="00017751"/>
    <w:rsid w:val="00026157"/>
    <w:rsid w:val="00071419"/>
    <w:rsid w:val="00072ED2"/>
    <w:rsid w:val="00087065"/>
    <w:rsid w:val="000A7494"/>
    <w:rsid w:val="00126D3F"/>
    <w:rsid w:val="00186A5F"/>
    <w:rsid w:val="001C2D07"/>
    <w:rsid w:val="001F622A"/>
    <w:rsid w:val="00221D86"/>
    <w:rsid w:val="00244639"/>
    <w:rsid w:val="00264EA1"/>
    <w:rsid w:val="003179DB"/>
    <w:rsid w:val="00330DB0"/>
    <w:rsid w:val="00334221"/>
    <w:rsid w:val="00381B15"/>
    <w:rsid w:val="003906DC"/>
    <w:rsid w:val="003B7431"/>
    <w:rsid w:val="003E4F79"/>
    <w:rsid w:val="003F45B4"/>
    <w:rsid w:val="003F5E3B"/>
    <w:rsid w:val="00412C43"/>
    <w:rsid w:val="00415B86"/>
    <w:rsid w:val="0042385F"/>
    <w:rsid w:val="00445135"/>
    <w:rsid w:val="004850AB"/>
    <w:rsid w:val="00494093"/>
    <w:rsid w:val="004B0D19"/>
    <w:rsid w:val="004B35A7"/>
    <w:rsid w:val="004C259A"/>
    <w:rsid w:val="004F1042"/>
    <w:rsid w:val="00554E24"/>
    <w:rsid w:val="005E301E"/>
    <w:rsid w:val="005E5D30"/>
    <w:rsid w:val="005F0405"/>
    <w:rsid w:val="005F6623"/>
    <w:rsid w:val="00600140"/>
    <w:rsid w:val="0063498A"/>
    <w:rsid w:val="006464A2"/>
    <w:rsid w:val="00660AA5"/>
    <w:rsid w:val="00693FB8"/>
    <w:rsid w:val="006B2673"/>
    <w:rsid w:val="006B39C8"/>
    <w:rsid w:val="006D1346"/>
    <w:rsid w:val="006D2CB4"/>
    <w:rsid w:val="006E07FD"/>
    <w:rsid w:val="006F44AA"/>
    <w:rsid w:val="00725A4D"/>
    <w:rsid w:val="0074626D"/>
    <w:rsid w:val="007674A3"/>
    <w:rsid w:val="00767591"/>
    <w:rsid w:val="0078342D"/>
    <w:rsid w:val="00793006"/>
    <w:rsid w:val="007D022E"/>
    <w:rsid w:val="007D72BF"/>
    <w:rsid w:val="007E2D0D"/>
    <w:rsid w:val="00844EA0"/>
    <w:rsid w:val="008508C6"/>
    <w:rsid w:val="00857C67"/>
    <w:rsid w:val="00871052"/>
    <w:rsid w:val="00890A7E"/>
    <w:rsid w:val="008A360B"/>
    <w:rsid w:val="008A6407"/>
    <w:rsid w:val="008B14DF"/>
    <w:rsid w:val="008F2A39"/>
    <w:rsid w:val="00970575"/>
    <w:rsid w:val="00983AC1"/>
    <w:rsid w:val="009B1F75"/>
    <w:rsid w:val="009E1FF5"/>
    <w:rsid w:val="00A00FBD"/>
    <w:rsid w:val="00A01422"/>
    <w:rsid w:val="00A061E9"/>
    <w:rsid w:val="00A21F57"/>
    <w:rsid w:val="00A36CBF"/>
    <w:rsid w:val="00A43086"/>
    <w:rsid w:val="00AA35A0"/>
    <w:rsid w:val="00AA432E"/>
    <w:rsid w:val="00AC2022"/>
    <w:rsid w:val="00AC5E66"/>
    <w:rsid w:val="00B07884"/>
    <w:rsid w:val="00B45DB5"/>
    <w:rsid w:val="00B65416"/>
    <w:rsid w:val="00B73C44"/>
    <w:rsid w:val="00B7608A"/>
    <w:rsid w:val="00B92DDF"/>
    <w:rsid w:val="00C020BB"/>
    <w:rsid w:val="00C1549E"/>
    <w:rsid w:val="00C26C50"/>
    <w:rsid w:val="00C74D4B"/>
    <w:rsid w:val="00CA7665"/>
    <w:rsid w:val="00CC05C6"/>
    <w:rsid w:val="00CC6DC4"/>
    <w:rsid w:val="00D01058"/>
    <w:rsid w:val="00D10AC8"/>
    <w:rsid w:val="00D33E38"/>
    <w:rsid w:val="00D72D0B"/>
    <w:rsid w:val="00D775E8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B5F95"/>
    <w:rsid w:val="00EC6E4C"/>
    <w:rsid w:val="00EF0090"/>
    <w:rsid w:val="00EF15FC"/>
    <w:rsid w:val="00EF42B2"/>
    <w:rsid w:val="00F04A61"/>
    <w:rsid w:val="00F37CED"/>
    <w:rsid w:val="00F65F18"/>
    <w:rsid w:val="00FC1954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55F50"/>
  <w15:chartTrackingRefBased/>
  <w15:docId w15:val="{87DBA8BA-77C0-4425-A5AA-076F7E9DF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F0405"/>
    <w:pPr>
      <w:spacing w:after="60" w:line="276" w:lineRule="auto"/>
    </w:pPr>
  </w:style>
  <w:style w:type="paragraph" w:styleId="berschrift1">
    <w:name w:val="heading 1"/>
    <w:aliases w:val="Überschrift 1_INFSII,Überschrift 1_INFS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;Überschrift 2 INFSII,Überschrift 2 INFS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,Überschrift 1_INFS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;Überschrift 2 INFSII Zchn,Überschrift 2 INFS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5F0405"/>
    <w:rPr>
      <w:color w:val="4E6B9E"/>
    </w:rPr>
  </w:style>
  <w:style w:type="character" w:customStyle="1" w:styleId="UnterschriftINFSIZchn">
    <w:name w:val="Unterschrift_INFSI Zchn"/>
    <w:basedOn w:val="BeschriftungZchn"/>
    <w:link w:val="UnterschriftINFSI"/>
    <w:rsid w:val="005F0405"/>
    <w:rPr>
      <w:i/>
      <w:iCs/>
      <w:color w:val="4E6B9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creativecommons.org/licenses/by-nc-sa/4.0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pg4win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vem\AppData\Roaming\Microsoft\Templates\INFSII_Vorlage_pdf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B76EB-3E60-4B12-A296-76CCA534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INFSII_Vorlage_pdf.dotx</Template>
  <TotalTime>0</TotalTime>
  <Pages>4</Pages>
  <Words>168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tovem</dc:creator>
  <cp:keywords/>
  <dc:description/>
  <cp:lastModifiedBy>brandt</cp:lastModifiedBy>
  <cp:revision>2</cp:revision>
  <cp:lastPrinted>2021-02-15T20:28:00Z</cp:lastPrinted>
  <dcterms:created xsi:type="dcterms:W3CDTF">2021-02-15T20:13:00Z</dcterms:created>
  <dcterms:modified xsi:type="dcterms:W3CDTF">2021-02-15T20:29:00Z</dcterms:modified>
</cp:coreProperties>
</file>